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14DF56" w14:textId="77777777" w:rsidR="00854FAD" w:rsidRDefault="00687D45" w:rsidP="00854FAD">
      <w:pPr>
        <w:spacing w:line="276" w:lineRule="auto"/>
        <w:jc w:val="right"/>
        <w:rPr>
          <w:rFonts w:ascii="Calibri" w:hAnsi="Calibri" w:cs="Calibr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854FAD">
        <w:rPr>
          <w:rFonts w:ascii="Calibri" w:hAnsi="Calibri" w:cs="Calibri"/>
          <w:sz w:val="22"/>
          <w:szCs w:val="22"/>
          <w:lang w:eastAsia="ar-SA"/>
        </w:rPr>
        <w:t>Załącznik nr 3 do zapytania ofertowego</w:t>
      </w:r>
    </w:p>
    <w:p w14:paraId="6DC8DDC0" w14:textId="77777777" w:rsidR="00854FAD" w:rsidRDefault="00854FAD" w:rsidP="00854FAD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4DF00416" w14:textId="77777777" w:rsidR="00854FAD" w:rsidRDefault="00854FAD" w:rsidP="00854FAD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………………………………………………….</w:t>
      </w:r>
    </w:p>
    <w:p w14:paraId="0BD9AB38" w14:textId="77777777" w:rsidR="00854FAD" w:rsidRDefault="00854FAD" w:rsidP="00854FAD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miejscowość, data</w:t>
      </w:r>
    </w:p>
    <w:p w14:paraId="388A340C" w14:textId="77777777" w:rsidR="00854FAD" w:rsidRDefault="00854FAD" w:rsidP="00854FAD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</w:t>
      </w:r>
    </w:p>
    <w:p w14:paraId="28FB8CBF" w14:textId="77777777" w:rsidR="00854FAD" w:rsidRDefault="00854FAD" w:rsidP="00854FAD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………………………………………………………..</w:t>
      </w:r>
    </w:p>
    <w:p w14:paraId="555353CD" w14:textId="77777777" w:rsidR="00854FAD" w:rsidRDefault="00854FAD" w:rsidP="00854FAD">
      <w:pPr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……………………………………………………….</w:t>
      </w:r>
    </w:p>
    <w:p w14:paraId="78C2C632" w14:textId="77777777" w:rsidR="00854FAD" w:rsidRDefault="00854FAD" w:rsidP="00854FAD">
      <w:pPr>
        <w:spacing w:line="480" w:lineRule="auto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 xml:space="preserve">                Dane Wykonawcy</w:t>
      </w:r>
    </w:p>
    <w:p w14:paraId="633A6D7D" w14:textId="77777777" w:rsidR="00854FAD" w:rsidRDefault="00854FAD" w:rsidP="00854FAD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53874208" w14:textId="77777777" w:rsidR="00854FAD" w:rsidRDefault="00854FAD" w:rsidP="00854FAD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06FCFCC9" w14:textId="77777777" w:rsidR="00854FAD" w:rsidRDefault="00854FAD" w:rsidP="00854FAD">
      <w:pPr>
        <w:suppressAutoHyphens w:val="0"/>
        <w:autoSpaceDE w:val="0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OŚWIADCZENIE O BRAKU POWIĄZAŃ KAPITAŁOWYCH LUB OSOBOWYCH</w:t>
      </w:r>
    </w:p>
    <w:p w14:paraId="327A5043" w14:textId="77777777" w:rsidR="00854FAD" w:rsidRDefault="00854FAD" w:rsidP="00854FAD">
      <w:pPr>
        <w:suppressAutoHyphens w:val="0"/>
        <w:autoSpaceDE w:val="0"/>
        <w:rPr>
          <w:rFonts w:ascii="Calibri" w:hAnsi="Calibri" w:cs="Calibri"/>
        </w:rPr>
      </w:pPr>
    </w:p>
    <w:p w14:paraId="015D7423" w14:textId="77777777" w:rsidR="00D23C23" w:rsidRDefault="00854FAD" w:rsidP="00D23C23">
      <w:pPr>
        <w:spacing w:line="276" w:lineRule="auto"/>
        <w:jc w:val="center"/>
        <w:rPr>
          <w:rFonts w:asciiTheme="minorHAnsi" w:eastAsia="Calibri" w:hAnsiTheme="minorHAnsi" w:cstheme="minorHAnsi"/>
          <w:color w:val="000000" w:themeColor="text1"/>
        </w:rPr>
      </w:pPr>
      <w:bookmarkStart w:id="0" w:name="_Hlk163155547"/>
      <w:r>
        <w:rPr>
          <w:rFonts w:ascii="Calibri" w:hAnsi="Calibri" w:cs="Calibri"/>
        </w:rPr>
        <w:t>dotyczy zapytania ofertowego</w:t>
      </w:r>
      <w:bookmarkEnd w:id="0"/>
      <w:r w:rsidR="00D338C7" w:rsidRPr="00D338C7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D23C23" w:rsidRPr="00E4256D">
        <w:rPr>
          <w:rFonts w:asciiTheme="minorHAnsi" w:eastAsia="Calibri" w:hAnsiTheme="minorHAnsi" w:cstheme="minorHAnsi"/>
          <w:color w:val="000000" w:themeColor="text1"/>
        </w:rPr>
        <w:t>na animatora środowiskowego w ramach projektu</w:t>
      </w:r>
    </w:p>
    <w:p w14:paraId="3D98F8F9" w14:textId="1A170D14" w:rsidR="00D23C23" w:rsidRPr="00E4256D" w:rsidRDefault="00D23C23" w:rsidP="00D23C23">
      <w:pPr>
        <w:spacing w:line="276" w:lineRule="auto"/>
        <w:jc w:val="center"/>
        <w:rPr>
          <w:rFonts w:asciiTheme="minorHAnsi" w:eastAsia="Calibri" w:hAnsiTheme="minorHAnsi" w:cstheme="minorHAnsi"/>
          <w:color w:val="000000" w:themeColor="text1"/>
        </w:rPr>
      </w:pPr>
      <w:r w:rsidRPr="00E4256D">
        <w:rPr>
          <w:rFonts w:asciiTheme="minorHAnsi" w:eastAsia="Calibri" w:hAnsiTheme="minorHAnsi" w:cstheme="minorHAnsi"/>
          <w:color w:val="000000" w:themeColor="text1"/>
        </w:rPr>
        <w:t xml:space="preserve"> „Pole możliwości dla rodziny”</w:t>
      </w:r>
    </w:p>
    <w:p w14:paraId="7DB72F3F" w14:textId="3094461E" w:rsidR="00D338C7" w:rsidRDefault="00D338C7" w:rsidP="00D338C7">
      <w:pPr>
        <w:spacing w:line="276" w:lineRule="auto"/>
        <w:jc w:val="center"/>
        <w:rPr>
          <w:rFonts w:asciiTheme="minorHAnsi" w:eastAsia="Calibri" w:hAnsiTheme="minorHAnsi" w:cstheme="minorHAnsi"/>
          <w:color w:val="000000" w:themeColor="text1"/>
        </w:rPr>
      </w:pPr>
    </w:p>
    <w:p w14:paraId="2D8CD598" w14:textId="779C800A" w:rsidR="009C673E" w:rsidRDefault="009C673E" w:rsidP="009C673E">
      <w:pPr>
        <w:spacing w:line="276" w:lineRule="auto"/>
        <w:jc w:val="center"/>
        <w:rPr>
          <w:rFonts w:asciiTheme="minorHAnsi" w:eastAsia="Calibri" w:hAnsiTheme="minorHAnsi" w:cstheme="minorHAnsi"/>
          <w:color w:val="000000" w:themeColor="text1"/>
        </w:rPr>
      </w:pPr>
    </w:p>
    <w:p w14:paraId="506DC58E" w14:textId="77777777" w:rsidR="00854FAD" w:rsidRDefault="00854FAD" w:rsidP="00854FAD">
      <w:pPr>
        <w:spacing w:line="276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E40B56D" w14:textId="77777777" w:rsidR="00854FAD" w:rsidRDefault="00854FAD" w:rsidP="00854FAD">
      <w:pPr>
        <w:spacing w:line="276" w:lineRule="auto"/>
        <w:jc w:val="both"/>
        <w:rPr>
          <w:rFonts w:ascii="Calibri" w:hAnsi="Calibri" w:cs="Calibri"/>
          <w:lang w:eastAsia="ar-SA"/>
        </w:rPr>
      </w:pPr>
      <w:r>
        <w:rPr>
          <w:rFonts w:ascii="Calibri" w:hAnsi="Calibri" w:cs="Calibri"/>
          <w:lang w:eastAsia="ar-SA"/>
        </w:rPr>
        <w:t xml:space="preserve">Ja niżej podpisany(a) …………………………………………………………………………………………………………… oświadczam, że nie jestem powiązany osobowo lub kapitałowo z Zamawiającym. </w:t>
      </w:r>
    </w:p>
    <w:p w14:paraId="337CCC19" w14:textId="77777777" w:rsidR="00854FAD" w:rsidRDefault="00854FAD" w:rsidP="00854FAD">
      <w:pPr>
        <w:suppressAutoHyphens w:val="0"/>
        <w:spacing w:line="288" w:lineRule="auto"/>
        <w:rPr>
          <w:rFonts w:ascii="Calibri" w:eastAsia="Arial" w:hAnsi="Calibri" w:cs="Calibri"/>
          <w:lang w:eastAsia="en-US"/>
        </w:rPr>
      </w:pPr>
    </w:p>
    <w:p w14:paraId="55AEA915" w14:textId="77777777" w:rsidR="00854FAD" w:rsidRDefault="00854FAD" w:rsidP="00854FAD">
      <w:pPr>
        <w:suppressAutoHyphens w:val="0"/>
        <w:spacing w:line="288" w:lineRule="auto"/>
        <w:rPr>
          <w:rFonts w:ascii="Calibri" w:eastAsia="Arial" w:hAnsi="Calibri" w:cs="Calibri"/>
          <w:lang w:eastAsia="en-US"/>
        </w:rPr>
      </w:pPr>
      <w:r>
        <w:rPr>
          <w:rFonts w:ascii="Calibri" w:eastAsia="Arial" w:hAnsi="Calibri" w:cs="Calibri"/>
          <w:lang w:eastAsia="en-US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89967D7" w14:textId="77777777" w:rsidR="00854FAD" w:rsidRDefault="00854FAD" w:rsidP="00854FAD">
      <w:pPr>
        <w:numPr>
          <w:ilvl w:val="0"/>
          <w:numId w:val="24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="Calibri" w:eastAsia="Arial" w:hAnsi="Calibri" w:cs="Calibri"/>
          <w:lang w:eastAsia="en-US"/>
        </w:rPr>
      </w:pPr>
      <w:r>
        <w:rPr>
          <w:rFonts w:ascii="Calibri" w:eastAsia="Arial" w:hAnsi="Calibri" w:cs="Calibri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0317B73" w14:textId="77777777" w:rsidR="00854FAD" w:rsidRDefault="00854FAD" w:rsidP="00854FAD">
      <w:pPr>
        <w:numPr>
          <w:ilvl w:val="0"/>
          <w:numId w:val="24"/>
        </w:numPr>
        <w:tabs>
          <w:tab w:val="left" w:pos="420"/>
        </w:tabs>
        <w:suppressAutoHyphens w:val="0"/>
        <w:spacing w:after="200" w:line="0" w:lineRule="atLeast"/>
        <w:ind w:firstLine="142"/>
        <w:rPr>
          <w:rFonts w:ascii="Calibri" w:eastAsia="Arial" w:hAnsi="Calibri" w:cs="Calibri"/>
          <w:lang w:eastAsia="en-US"/>
        </w:rPr>
      </w:pPr>
      <w:r>
        <w:rPr>
          <w:rFonts w:ascii="Calibri" w:eastAsia="Arial" w:hAnsi="Calibri" w:cs="Calibri"/>
          <w:lang w:eastAsia="en-US"/>
        </w:rPr>
        <w:t>pozostawaniu w związku małżeńskim, w stosunku pokrewieństwa lub powinowactwa w linii prostej, pokrewieństwa lub powinowactwa w linii bocznej do drugiego stopnia, lub związaniu z tytułu przysposobienia, opieki lub kurateli albo pozostawaniu we wspólnym pożyciu z zamawiającymi, jego zastępcą prawnym lub członkami organów zarządzających lub organów nadzorczych zamawiającego,</w:t>
      </w:r>
    </w:p>
    <w:p w14:paraId="2559A42D" w14:textId="77777777" w:rsidR="00854FAD" w:rsidRDefault="00854FAD" w:rsidP="00854FAD">
      <w:pPr>
        <w:numPr>
          <w:ilvl w:val="0"/>
          <w:numId w:val="24"/>
        </w:numPr>
        <w:tabs>
          <w:tab w:val="left" w:pos="420"/>
        </w:tabs>
        <w:suppressAutoHyphens w:val="0"/>
        <w:spacing w:after="200" w:line="268" w:lineRule="auto"/>
        <w:ind w:right="20" w:firstLine="142"/>
        <w:jc w:val="both"/>
        <w:rPr>
          <w:rFonts w:ascii="Calibri" w:eastAsia="Arial" w:hAnsi="Calibri" w:cs="Calibri"/>
          <w:lang w:eastAsia="en-US"/>
        </w:rPr>
      </w:pPr>
      <w:r>
        <w:rPr>
          <w:rFonts w:ascii="Calibri" w:eastAsia="Arial" w:hAnsi="Calibri" w:cs="Calibri"/>
          <w:lang w:eastAsia="en-US"/>
        </w:rPr>
        <w:t>pozostawaniu w takim stosunku prawnym lub faktycznym, że istnieje uzasadniona wątpliwość co do bezstronności lub niezależności w związku z postępowaniem o udzielenie zamówienia.</w:t>
      </w:r>
    </w:p>
    <w:p w14:paraId="7AFC0B11" w14:textId="77777777" w:rsidR="00854FAD" w:rsidRDefault="00854FAD" w:rsidP="00854FAD">
      <w:pPr>
        <w:spacing w:line="276" w:lineRule="auto"/>
        <w:rPr>
          <w:rFonts w:ascii="Calibri" w:hAnsi="Calibri" w:cs="Calibri"/>
          <w:sz w:val="22"/>
          <w:szCs w:val="22"/>
          <w:lang w:eastAsia="ar-SA"/>
        </w:rPr>
      </w:pPr>
    </w:p>
    <w:p w14:paraId="32417846" w14:textId="77777777" w:rsidR="00854FAD" w:rsidRDefault="00854FAD" w:rsidP="00854FAD">
      <w:pPr>
        <w:spacing w:line="276" w:lineRule="auto"/>
        <w:jc w:val="right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………………………………………………………………………………..</w:t>
      </w:r>
    </w:p>
    <w:p w14:paraId="14AFDAE4" w14:textId="77777777" w:rsidR="00854FAD" w:rsidRDefault="00854FAD" w:rsidP="00854FAD">
      <w:pPr>
        <w:spacing w:line="276" w:lineRule="auto"/>
        <w:ind w:left="3540" w:firstLine="708"/>
        <w:jc w:val="center"/>
        <w:rPr>
          <w:rFonts w:ascii="Calibri" w:hAnsi="Calibri" w:cs="Calibri"/>
          <w:sz w:val="22"/>
          <w:szCs w:val="22"/>
          <w:lang w:eastAsia="ar-SA"/>
        </w:rPr>
      </w:pPr>
      <w:r>
        <w:rPr>
          <w:rFonts w:ascii="Calibri" w:hAnsi="Calibri" w:cs="Calibri"/>
          <w:sz w:val="22"/>
          <w:szCs w:val="22"/>
          <w:lang w:eastAsia="ar-SA"/>
        </w:rPr>
        <w:t>podpis Wykonawcy</w:t>
      </w:r>
    </w:p>
    <w:p w14:paraId="11D60576" w14:textId="2A47D8CA" w:rsidR="00BB2BF5" w:rsidRPr="00687D45" w:rsidRDefault="00BB2BF5" w:rsidP="007A6E60">
      <w:pPr>
        <w:spacing w:line="276" w:lineRule="auto"/>
        <w:rPr>
          <w:rFonts w:asciiTheme="minorHAnsi" w:eastAsia="Calibri" w:hAnsiTheme="minorHAnsi" w:cstheme="minorHAnsi"/>
          <w:color w:val="000000" w:themeColor="text1"/>
        </w:rPr>
      </w:pPr>
    </w:p>
    <w:sectPr w:rsidR="00BB2BF5" w:rsidRPr="00687D45" w:rsidSect="005C0CE9">
      <w:headerReference w:type="default" r:id="rId8"/>
      <w:footerReference w:type="default" r:id="rId9"/>
      <w:pgSz w:w="11906" w:h="16838"/>
      <w:pgMar w:top="1417" w:right="1417" w:bottom="1417" w:left="1417" w:header="142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7B4D5" w14:textId="77777777" w:rsidR="00EE6920" w:rsidRDefault="00EE6920">
      <w:r>
        <w:separator/>
      </w:r>
    </w:p>
  </w:endnote>
  <w:endnote w:type="continuationSeparator" w:id="0">
    <w:p w14:paraId="74D82453" w14:textId="77777777" w:rsidR="00EE6920" w:rsidRDefault="00EE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FD8" w14:textId="77777777" w:rsidR="00FD71A2" w:rsidRPr="00653CD6" w:rsidRDefault="00AF1F8C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2A502716" wp14:editId="5FF835F8">
          <wp:simplePos x="0" y="0"/>
          <wp:positionH relativeFrom="column">
            <wp:posOffset>753745</wp:posOffset>
          </wp:positionH>
          <wp:positionV relativeFrom="paragraph">
            <wp:posOffset>-221615</wp:posOffset>
          </wp:positionV>
          <wp:extent cx="1158240" cy="821636"/>
          <wp:effectExtent l="0" t="0" r="3810" b="0"/>
          <wp:wrapSquare wrapText="bothSides"/>
          <wp:docPr id="2886365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636564" name="Obraz 2886365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240" cy="821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03B4B6A" wp14:editId="0DC8FB46">
          <wp:simplePos x="0" y="0"/>
          <wp:positionH relativeFrom="margin">
            <wp:posOffset>-396240</wp:posOffset>
          </wp:positionH>
          <wp:positionV relativeFrom="margin">
            <wp:posOffset>9029700</wp:posOffset>
          </wp:positionV>
          <wp:extent cx="460375" cy="460375"/>
          <wp:effectExtent l="0" t="0" r="0" b="0"/>
          <wp:wrapSquare wrapText="bothSides"/>
          <wp:docPr id="1470562018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725C7721" wp14:editId="605330DC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8617799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„</w:t>
    </w:r>
    <w:r>
      <w:rPr>
        <w:rFonts w:ascii="Calibri" w:eastAsia="Calibri" w:hAnsi="Calibri" w:cs="Calibri"/>
        <w:sz w:val="18"/>
        <w:szCs w:val="18"/>
        <w:lang w:eastAsia="pl-PL"/>
      </w:rPr>
      <w:t>Pole możliwości dla rodziny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</w:t>
    </w:r>
    <w:r>
      <w:rPr>
        <w:rFonts w:ascii="Calibri" w:eastAsia="Calibri" w:hAnsi="Calibri" w:cs="Calibri"/>
        <w:sz w:val="18"/>
        <w:szCs w:val="18"/>
        <w:lang w:eastAsia="en-US"/>
      </w:rPr>
      <w:t>partnerski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en-US"/>
      </w:rPr>
      <w:t>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,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 </w:t>
    </w:r>
    <w:r>
      <w:rPr>
        <w:rFonts w:ascii="Calibri" w:eastAsia="Calibri" w:hAnsi="Calibri" w:cs="Calibri"/>
        <w:sz w:val="18"/>
        <w:szCs w:val="18"/>
        <w:lang w:eastAsia="en-US"/>
      </w:rPr>
      <w:br/>
      <w:t>i Stowarzyszenia Młodych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2FC77" w14:textId="77777777" w:rsidR="00EE6920" w:rsidRDefault="00EE6920">
      <w:r>
        <w:separator/>
      </w:r>
    </w:p>
  </w:footnote>
  <w:footnote w:type="continuationSeparator" w:id="0">
    <w:p w14:paraId="3F4C9C22" w14:textId="77777777" w:rsidR="00EE6920" w:rsidRDefault="00EE6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82A0" w14:textId="77777777" w:rsidR="004E0AE3" w:rsidRDefault="00AF1F8C">
    <w:pPr>
      <w:pStyle w:val="Nagwek"/>
    </w:pPr>
    <w:r>
      <w:rPr>
        <w:noProof/>
      </w:rPr>
      <w:drawing>
        <wp:inline distT="0" distB="0" distL="0" distR="0" wp14:anchorId="013D65A4" wp14:editId="2B710817">
          <wp:extent cx="5760720" cy="794385"/>
          <wp:effectExtent l="0" t="0" r="0" b="5715"/>
          <wp:docPr id="78455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369091" name="Obraz 4073690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417"/>
    <w:multiLevelType w:val="hybridMultilevel"/>
    <w:tmpl w:val="310CE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7CF5"/>
    <w:multiLevelType w:val="hybridMultilevel"/>
    <w:tmpl w:val="16087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016D"/>
    <w:multiLevelType w:val="hybridMultilevel"/>
    <w:tmpl w:val="1C3A22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FD331E"/>
    <w:multiLevelType w:val="hybridMultilevel"/>
    <w:tmpl w:val="87E26330"/>
    <w:lvl w:ilvl="0" w:tplc="04150017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DD82E46"/>
    <w:multiLevelType w:val="hybridMultilevel"/>
    <w:tmpl w:val="F08A9306"/>
    <w:lvl w:ilvl="0" w:tplc="5FBAB5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82482"/>
    <w:multiLevelType w:val="hybridMultilevel"/>
    <w:tmpl w:val="A2725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3603E"/>
    <w:multiLevelType w:val="hybridMultilevel"/>
    <w:tmpl w:val="78DCEBB0"/>
    <w:lvl w:ilvl="0" w:tplc="2570B43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0BF41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6C3821"/>
    <w:multiLevelType w:val="hybridMultilevel"/>
    <w:tmpl w:val="B6F2D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45856"/>
    <w:multiLevelType w:val="hybridMultilevel"/>
    <w:tmpl w:val="4102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996034"/>
    <w:multiLevelType w:val="hybridMultilevel"/>
    <w:tmpl w:val="4064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10"/>
  </w:num>
  <w:num w:numId="4" w16cid:durableId="284894371">
    <w:abstractNumId w:val="22"/>
  </w:num>
  <w:num w:numId="5" w16cid:durableId="2032221110">
    <w:abstractNumId w:val="16"/>
  </w:num>
  <w:num w:numId="6" w16cid:durableId="854541920">
    <w:abstractNumId w:val="12"/>
  </w:num>
  <w:num w:numId="7" w16cid:durableId="1518041912">
    <w:abstractNumId w:val="17"/>
  </w:num>
  <w:num w:numId="8" w16cid:durableId="143476349">
    <w:abstractNumId w:val="21"/>
  </w:num>
  <w:num w:numId="9" w16cid:durableId="1453787072">
    <w:abstractNumId w:val="4"/>
  </w:num>
  <w:num w:numId="10" w16cid:durableId="1386684500">
    <w:abstractNumId w:val="20"/>
  </w:num>
  <w:num w:numId="11" w16cid:durableId="707686529">
    <w:abstractNumId w:val="14"/>
  </w:num>
  <w:num w:numId="12" w16cid:durableId="617374423">
    <w:abstractNumId w:val="8"/>
  </w:num>
  <w:num w:numId="13" w16cid:durableId="561527163">
    <w:abstractNumId w:val="18"/>
  </w:num>
  <w:num w:numId="14" w16cid:durableId="943653496">
    <w:abstractNumId w:val="15"/>
  </w:num>
  <w:num w:numId="15" w16cid:durableId="1587687730">
    <w:abstractNumId w:val="6"/>
  </w:num>
  <w:num w:numId="16" w16cid:durableId="530807364">
    <w:abstractNumId w:val="19"/>
  </w:num>
  <w:num w:numId="17" w16cid:durableId="1286620998">
    <w:abstractNumId w:val="3"/>
  </w:num>
  <w:num w:numId="18" w16cid:durableId="352994985">
    <w:abstractNumId w:val="5"/>
  </w:num>
  <w:num w:numId="19" w16cid:durableId="941451469">
    <w:abstractNumId w:val="9"/>
  </w:num>
  <w:num w:numId="20" w16cid:durableId="11376440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16160">
    <w:abstractNumId w:val="2"/>
  </w:num>
  <w:num w:numId="22" w16cid:durableId="1638560625">
    <w:abstractNumId w:val="11"/>
  </w:num>
  <w:num w:numId="23" w16cid:durableId="145365520">
    <w:abstractNumId w:val="23"/>
  </w:num>
  <w:num w:numId="24" w16cid:durableId="1903826923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B7"/>
    <w:rsid w:val="000176D9"/>
    <w:rsid w:val="00027849"/>
    <w:rsid w:val="0003752B"/>
    <w:rsid w:val="00043524"/>
    <w:rsid w:val="000526B2"/>
    <w:rsid w:val="000610EB"/>
    <w:rsid w:val="00063952"/>
    <w:rsid w:val="0007043B"/>
    <w:rsid w:val="00083405"/>
    <w:rsid w:val="00091FDC"/>
    <w:rsid w:val="0009497C"/>
    <w:rsid w:val="000969FD"/>
    <w:rsid w:val="000B535D"/>
    <w:rsid w:val="000C3DDF"/>
    <w:rsid w:val="000C4602"/>
    <w:rsid w:val="000D0090"/>
    <w:rsid w:val="000D2705"/>
    <w:rsid w:val="000E54E5"/>
    <w:rsid w:val="000F3017"/>
    <w:rsid w:val="000F6183"/>
    <w:rsid w:val="00107865"/>
    <w:rsid w:val="001144CA"/>
    <w:rsid w:val="00116127"/>
    <w:rsid w:val="00116597"/>
    <w:rsid w:val="001319FA"/>
    <w:rsid w:val="00136E14"/>
    <w:rsid w:val="00150414"/>
    <w:rsid w:val="00173CD8"/>
    <w:rsid w:val="00177AEF"/>
    <w:rsid w:val="0018559E"/>
    <w:rsid w:val="001D6272"/>
    <w:rsid w:val="001E2166"/>
    <w:rsid w:val="001F1908"/>
    <w:rsid w:val="0022104B"/>
    <w:rsid w:val="0022693E"/>
    <w:rsid w:val="00255159"/>
    <w:rsid w:val="00255D2D"/>
    <w:rsid w:val="002618F3"/>
    <w:rsid w:val="00263F8C"/>
    <w:rsid w:val="002757B7"/>
    <w:rsid w:val="00276094"/>
    <w:rsid w:val="002807F0"/>
    <w:rsid w:val="00282FCB"/>
    <w:rsid w:val="00283718"/>
    <w:rsid w:val="002862E8"/>
    <w:rsid w:val="002A354C"/>
    <w:rsid w:val="002A3807"/>
    <w:rsid w:val="002C21B2"/>
    <w:rsid w:val="002D53B2"/>
    <w:rsid w:val="002F1817"/>
    <w:rsid w:val="002F3124"/>
    <w:rsid w:val="002F36E3"/>
    <w:rsid w:val="002F62CB"/>
    <w:rsid w:val="00316321"/>
    <w:rsid w:val="0032408F"/>
    <w:rsid w:val="00380E60"/>
    <w:rsid w:val="00386B3D"/>
    <w:rsid w:val="00386ED5"/>
    <w:rsid w:val="003944D0"/>
    <w:rsid w:val="003A11BD"/>
    <w:rsid w:val="003A6FEE"/>
    <w:rsid w:val="003A7D00"/>
    <w:rsid w:val="003B0E4D"/>
    <w:rsid w:val="003C4CBC"/>
    <w:rsid w:val="003D509C"/>
    <w:rsid w:val="004009A8"/>
    <w:rsid w:val="00420C54"/>
    <w:rsid w:val="00427745"/>
    <w:rsid w:val="00431732"/>
    <w:rsid w:val="00433FF0"/>
    <w:rsid w:val="00444A71"/>
    <w:rsid w:val="00460348"/>
    <w:rsid w:val="004627A5"/>
    <w:rsid w:val="0047461B"/>
    <w:rsid w:val="004840F9"/>
    <w:rsid w:val="004A47A4"/>
    <w:rsid w:val="004B6D0D"/>
    <w:rsid w:val="004E0AE3"/>
    <w:rsid w:val="004F06E2"/>
    <w:rsid w:val="005127BE"/>
    <w:rsid w:val="005550D4"/>
    <w:rsid w:val="00557785"/>
    <w:rsid w:val="005601F5"/>
    <w:rsid w:val="00567196"/>
    <w:rsid w:val="00576D27"/>
    <w:rsid w:val="00581B8F"/>
    <w:rsid w:val="00582BC7"/>
    <w:rsid w:val="00590E4B"/>
    <w:rsid w:val="005A1B57"/>
    <w:rsid w:val="005B23E1"/>
    <w:rsid w:val="005B5D85"/>
    <w:rsid w:val="005C0CE9"/>
    <w:rsid w:val="005E491F"/>
    <w:rsid w:val="005E5FF4"/>
    <w:rsid w:val="006105F8"/>
    <w:rsid w:val="00620DEC"/>
    <w:rsid w:val="006231C3"/>
    <w:rsid w:val="00653CD6"/>
    <w:rsid w:val="00674C33"/>
    <w:rsid w:val="00681677"/>
    <w:rsid w:val="00687D45"/>
    <w:rsid w:val="006941B2"/>
    <w:rsid w:val="006C494D"/>
    <w:rsid w:val="006D60D7"/>
    <w:rsid w:val="006E142D"/>
    <w:rsid w:val="0072419F"/>
    <w:rsid w:val="0072493D"/>
    <w:rsid w:val="007479A5"/>
    <w:rsid w:val="007502A8"/>
    <w:rsid w:val="00754F9C"/>
    <w:rsid w:val="00787D86"/>
    <w:rsid w:val="007A6E60"/>
    <w:rsid w:val="007B23B7"/>
    <w:rsid w:val="007C1AA5"/>
    <w:rsid w:val="00822651"/>
    <w:rsid w:val="0083314F"/>
    <w:rsid w:val="00840293"/>
    <w:rsid w:val="00854FAD"/>
    <w:rsid w:val="008634ED"/>
    <w:rsid w:val="0086565B"/>
    <w:rsid w:val="00866CFB"/>
    <w:rsid w:val="008A317F"/>
    <w:rsid w:val="008A4D78"/>
    <w:rsid w:val="008A6127"/>
    <w:rsid w:val="008C4F2B"/>
    <w:rsid w:val="008C63C8"/>
    <w:rsid w:val="008C7B8F"/>
    <w:rsid w:val="008F4112"/>
    <w:rsid w:val="0090277B"/>
    <w:rsid w:val="00906262"/>
    <w:rsid w:val="00910663"/>
    <w:rsid w:val="00915EC9"/>
    <w:rsid w:val="00930757"/>
    <w:rsid w:val="00940EA9"/>
    <w:rsid w:val="009504C9"/>
    <w:rsid w:val="00973874"/>
    <w:rsid w:val="009915CB"/>
    <w:rsid w:val="009A5A9C"/>
    <w:rsid w:val="009B0287"/>
    <w:rsid w:val="009B04CB"/>
    <w:rsid w:val="009B6104"/>
    <w:rsid w:val="009C0EA0"/>
    <w:rsid w:val="009C3738"/>
    <w:rsid w:val="009C673E"/>
    <w:rsid w:val="009D042F"/>
    <w:rsid w:val="009D2D17"/>
    <w:rsid w:val="009D680C"/>
    <w:rsid w:val="009E53FA"/>
    <w:rsid w:val="009F72E7"/>
    <w:rsid w:val="00A06678"/>
    <w:rsid w:val="00A0740A"/>
    <w:rsid w:val="00A1713D"/>
    <w:rsid w:val="00A3520B"/>
    <w:rsid w:val="00A43A39"/>
    <w:rsid w:val="00A4752A"/>
    <w:rsid w:val="00A80D9B"/>
    <w:rsid w:val="00A817D8"/>
    <w:rsid w:val="00AB477C"/>
    <w:rsid w:val="00AC25D6"/>
    <w:rsid w:val="00AC59DB"/>
    <w:rsid w:val="00AD3B1C"/>
    <w:rsid w:val="00AF1F8C"/>
    <w:rsid w:val="00B04A6B"/>
    <w:rsid w:val="00B07A4F"/>
    <w:rsid w:val="00B2086B"/>
    <w:rsid w:val="00B224F5"/>
    <w:rsid w:val="00B24612"/>
    <w:rsid w:val="00B33EEA"/>
    <w:rsid w:val="00B549AE"/>
    <w:rsid w:val="00B61F03"/>
    <w:rsid w:val="00B61F69"/>
    <w:rsid w:val="00B66C85"/>
    <w:rsid w:val="00B66E34"/>
    <w:rsid w:val="00B937DE"/>
    <w:rsid w:val="00B9653F"/>
    <w:rsid w:val="00BA7EC3"/>
    <w:rsid w:val="00BB2BF5"/>
    <w:rsid w:val="00BC0A06"/>
    <w:rsid w:val="00BC34D0"/>
    <w:rsid w:val="00BD39D8"/>
    <w:rsid w:val="00BD4BED"/>
    <w:rsid w:val="00BD4F7B"/>
    <w:rsid w:val="00BE6EC2"/>
    <w:rsid w:val="00BF6D68"/>
    <w:rsid w:val="00C20BEE"/>
    <w:rsid w:val="00C24479"/>
    <w:rsid w:val="00C31522"/>
    <w:rsid w:val="00C53CF3"/>
    <w:rsid w:val="00C54D66"/>
    <w:rsid w:val="00C62824"/>
    <w:rsid w:val="00C66B3E"/>
    <w:rsid w:val="00C73066"/>
    <w:rsid w:val="00CA1FD6"/>
    <w:rsid w:val="00CC5170"/>
    <w:rsid w:val="00CC7248"/>
    <w:rsid w:val="00CD1B31"/>
    <w:rsid w:val="00CD5392"/>
    <w:rsid w:val="00CE7A80"/>
    <w:rsid w:val="00D01ECC"/>
    <w:rsid w:val="00D17D7E"/>
    <w:rsid w:val="00D23C23"/>
    <w:rsid w:val="00D328AA"/>
    <w:rsid w:val="00D338C7"/>
    <w:rsid w:val="00D3546E"/>
    <w:rsid w:val="00D666CE"/>
    <w:rsid w:val="00D70EF6"/>
    <w:rsid w:val="00D9259F"/>
    <w:rsid w:val="00DC1C37"/>
    <w:rsid w:val="00DD4545"/>
    <w:rsid w:val="00DE12E9"/>
    <w:rsid w:val="00DE1649"/>
    <w:rsid w:val="00DF37D3"/>
    <w:rsid w:val="00E01A87"/>
    <w:rsid w:val="00E350AD"/>
    <w:rsid w:val="00E53A67"/>
    <w:rsid w:val="00E611EB"/>
    <w:rsid w:val="00E7357D"/>
    <w:rsid w:val="00E855D8"/>
    <w:rsid w:val="00E93B0F"/>
    <w:rsid w:val="00EA2E44"/>
    <w:rsid w:val="00EB79FC"/>
    <w:rsid w:val="00EC6E00"/>
    <w:rsid w:val="00ED1931"/>
    <w:rsid w:val="00ED3662"/>
    <w:rsid w:val="00ED783F"/>
    <w:rsid w:val="00EE02D0"/>
    <w:rsid w:val="00EE2762"/>
    <w:rsid w:val="00EE5967"/>
    <w:rsid w:val="00EE6920"/>
    <w:rsid w:val="00EE6FD8"/>
    <w:rsid w:val="00EF0A22"/>
    <w:rsid w:val="00F02818"/>
    <w:rsid w:val="00F35374"/>
    <w:rsid w:val="00F376F3"/>
    <w:rsid w:val="00F57CD8"/>
    <w:rsid w:val="00F76DD9"/>
    <w:rsid w:val="00FC6978"/>
    <w:rsid w:val="00FD69A6"/>
    <w:rsid w:val="00FD71A2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8979FE"/>
  <w15:docId w15:val="{8FA772FA-4766-4EF5-913B-CE1E4D6F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62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7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table" w:styleId="Tabela-Siatka">
    <w:name w:val="Table Grid"/>
    <w:basedOn w:val="Standardowy"/>
    <w:uiPriority w:val="39"/>
    <w:rsid w:val="00094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7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6C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F62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2F62CB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F62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gp\OneDrive\Dokumenty\Niestandardowe%20szablony%20pakietu%20Office\Papier%20projektowy%20PMD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7C2E-AF96-44BF-81E2-38443174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projektowy PMDR</Template>
  <TotalTime>1</TotalTime>
  <Pages>1</Pages>
  <Words>242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Towarzystwo Rozwoju Gminy Płużnica</dc:creator>
  <cp:lastModifiedBy>Towarzystwo Rozwoju Gminy Płużnica</cp:lastModifiedBy>
  <cp:revision>2</cp:revision>
  <cp:lastPrinted>2025-07-31T11:38:00Z</cp:lastPrinted>
  <dcterms:created xsi:type="dcterms:W3CDTF">2025-11-25T14:12:00Z</dcterms:created>
  <dcterms:modified xsi:type="dcterms:W3CDTF">2025-11-25T14:12:00Z</dcterms:modified>
</cp:coreProperties>
</file>